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152" w:rsidRPr="00DE18BD" w:rsidRDefault="00B26189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  <w:b/>
          <w:szCs w:val="28"/>
        </w:rPr>
      </w:pPr>
      <w:r w:rsidRPr="00DE18BD">
        <w:rPr>
          <w:rFonts w:ascii="Liberation Serif" w:hAnsi="Liberation Serif" w:cs="Liberation Serif"/>
          <w:b/>
          <w:szCs w:val="28"/>
        </w:rPr>
        <w:t>ГРАФИК</w:t>
      </w:r>
    </w:p>
    <w:p w:rsidR="008F4152" w:rsidRPr="00DE18BD" w:rsidRDefault="00B26189" w:rsidP="000415B8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  <w:b/>
        </w:rPr>
      </w:pPr>
      <w:r w:rsidRPr="00DE18BD">
        <w:rPr>
          <w:rFonts w:ascii="Liberation Serif" w:hAnsi="Liberation Serif" w:cs="Liberation Serif"/>
          <w:b/>
        </w:rPr>
        <w:t xml:space="preserve">тестирования участников </w:t>
      </w:r>
      <w:r w:rsidR="008F4152" w:rsidRPr="00DE18BD">
        <w:rPr>
          <w:rFonts w:ascii="Liberation Serif" w:hAnsi="Liberation Serif" w:cs="Liberation Serif"/>
          <w:b/>
        </w:rPr>
        <w:t>конкурс</w:t>
      </w:r>
      <w:r w:rsidR="00997633">
        <w:rPr>
          <w:rFonts w:ascii="Liberation Serif" w:hAnsi="Liberation Serif" w:cs="Liberation Serif"/>
          <w:b/>
        </w:rPr>
        <w:t>а</w:t>
      </w:r>
      <w:r w:rsidRPr="00DE18BD">
        <w:rPr>
          <w:rFonts w:ascii="Liberation Serif" w:hAnsi="Liberation Serif" w:cs="Liberation Serif"/>
          <w:b/>
        </w:rPr>
        <w:t xml:space="preserve"> </w:t>
      </w:r>
      <w:r w:rsidR="00B4387E" w:rsidRPr="00DE18BD">
        <w:rPr>
          <w:rFonts w:ascii="Liberation Serif" w:hAnsi="Liberation Serif" w:cs="Liberation Serif"/>
          <w:b/>
        </w:rPr>
        <w:t>на замещение</w:t>
      </w:r>
      <w:r w:rsidR="001E64BC" w:rsidRPr="00DE18BD">
        <w:rPr>
          <w:rFonts w:ascii="Liberation Serif" w:hAnsi="Liberation Serif" w:cs="Liberation Serif"/>
          <w:b/>
        </w:rPr>
        <w:t xml:space="preserve"> вакантной должности государственной гражданской службы Свердловской области </w:t>
      </w:r>
      <w:r w:rsidR="007729FB" w:rsidRPr="007729FB">
        <w:rPr>
          <w:rFonts w:ascii="Liberation Serif" w:hAnsi="Liberation Serif" w:cs="Liberation Serif"/>
          <w:b/>
        </w:rPr>
        <w:t xml:space="preserve">старшей группы должностей категории «специалисты» – главного специалиста отдела </w:t>
      </w:r>
      <w:r w:rsidR="0006491F">
        <w:rPr>
          <w:rFonts w:ascii="Liberation Serif" w:hAnsi="Liberation Serif" w:cs="Liberation Serif"/>
          <w:b/>
        </w:rPr>
        <w:t>развития малого и среднего предпринимательства</w:t>
      </w:r>
      <w:r w:rsidR="000415B8" w:rsidRPr="000415B8">
        <w:rPr>
          <w:rFonts w:ascii="Liberation Serif" w:hAnsi="Liberation Serif" w:cs="Liberation Serif"/>
          <w:b/>
        </w:rPr>
        <w:t xml:space="preserve"> </w:t>
      </w:r>
      <w:r w:rsidR="00997633" w:rsidRPr="00997633">
        <w:rPr>
          <w:rFonts w:ascii="Liberation Serif" w:hAnsi="Liberation Serif" w:cs="Liberation Serif"/>
          <w:b/>
        </w:rPr>
        <w:t>Министерства инвестиций и развития Свердловской области</w:t>
      </w:r>
    </w:p>
    <w:p w:rsidR="00DF0AC2" w:rsidRPr="00DE18BD" w:rsidRDefault="00DF0AC2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  <w:b/>
          <w:i/>
        </w:rPr>
      </w:pPr>
    </w:p>
    <w:p w:rsidR="00950796" w:rsidRPr="00DE18BD" w:rsidRDefault="007729FB" w:rsidP="00DF0AC2">
      <w:pPr>
        <w:overflowPunct/>
        <w:autoSpaceDE/>
        <w:autoSpaceDN/>
        <w:adjustRightInd/>
        <w:jc w:val="both"/>
        <w:textAlignment w:val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1</w:t>
      </w:r>
      <w:r w:rsidR="0006491F">
        <w:rPr>
          <w:rFonts w:ascii="Liberation Serif" w:hAnsi="Liberation Serif" w:cs="Liberation Serif"/>
          <w:b/>
        </w:rPr>
        <w:t>0</w:t>
      </w:r>
      <w:r w:rsidR="00F125D8">
        <w:rPr>
          <w:rFonts w:ascii="Liberation Serif" w:hAnsi="Liberation Serif" w:cs="Liberation Serif"/>
          <w:b/>
        </w:rPr>
        <w:t xml:space="preserve"> </w:t>
      </w:r>
      <w:r w:rsidR="0006491F">
        <w:rPr>
          <w:rFonts w:ascii="Liberation Serif" w:hAnsi="Liberation Serif" w:cs="Liberation Serif"/>
          <w:b/>
        </w:rPr>
        <w:t>янва</w:t>
      </w:r>
      <w:r w:rsidR="00F125D8">
        <w:rPr>
          <w:rFonts w:ascii="Liberation Serif" w:hAnsi="Liberation Serif" w:cs="Liberation Serif"/>
          <w:b/>
        </w:rPr>
        <w:t>ря</w:t>
      </w:r>
      <w:r w:rsidR="00950796" w:rsidRPr="00DE18BD">
        <w:rPr>
          <w:rFonts w:ascii="Liberation Serif" w:hAnsi="Liberation Serif" w:cs="Liberation Serif"/>
          <w:b/>
        </w:rPr>
        <w:t xml:space="preserve"> 20</w:t>
      </w:r>
      <w:r w:rsidR="0006491F">
        <w:rPr>
          <w:rFonts w:ascii="Liberation Serif" w:hAnsi="Liberation Serif" w:cs="Liberation Serif"/>
          <w:b/>
        </w:rPr>
        <w:t>20</w:t>
      </w:r>
      <w:r w:rsidR="00950796" w:rsidRPr="00DE18BD">
        <w:rPr>
          <w:rFonts w:ascii="Liberation Serif" w:hAnsi="Liberation Serif" w:cs="Liberation Serif"/>
          <w:b/>
        </w:rPr>
        <w:t xml:space="preserve"> года</w:t>
      </w:r>
      <w:r w:rsidR="00950796" w:rsidRPr="00DE18BD">
        <w:rPr>
          <w:rFonts w:ascii="Liberation Serif" w:hAnsi="Liberation Serif" w:cs="Liberation Serif"/>
        </w:rPr>
        <w:t xml:space="preserve"> </w:t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06491F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>пл. Октябрьская, д. 1,</w:t>
      </w:r>
    </w:p>
    <w:p w:rsidR="00950796" w:rsidRPr="00DE18BD" w:rsidRDefault="00DF0AC2" w:rsidP="00950796">
      <w:pPr>
        <w:overflowPunct/>
        <w:autoSpaceDE/>
        <w:autoSpaceDN/>
        <w:adjustRightInd/>
        <w:jc w:val="both"/>
        <w:textAlignment w:val="auto"/>
        <w:rPr>
          <w:rFonts w:ascii="Liberation Serif" w:hAnsi="Liberation Serif" w:cs="Liberation Serif"/>
        </w:rPr>
      </w:pPr>
      <w:r w:rsidRPr="00DE18BD">
        <w:rPr>
          <w:rFonts w:ascii="Liberation Serif" w:hAnsi="Liberation Serif" w:cs="Liberation Serif"/>
        </w:rPr>
        <w:t xml:space="preserve">Начало с </w:t>
      </w:r>
      <w:r w:rsidR="007729FB">
        <w:rPr>
          <w:rFonts w:ascii="Liberation Serif" w:hAnsi="Liberation Serif" w:cs="Liberation Serif"/>
        </w:rPr>
        <w:t>10</w:t>
      </w:r>
      <w:r w:rsidRPr="00DE18BD">
        <w:rPr>
          <w:rFonts w:ascii="Liberation Serif" w:hAnsi="Liberation Serif" w:cs="Liberation Serif"/>
        </w:rPr>
        <w:t>.</w:t>
      </w:r>
      <w:r w:rsidR="007729FB">
        <w:rPr>
          <w:rFonts w:ascii="Liberation Serif" w:hAnsi="Liberation Serif" w:cs="Liberation Serif"/>
        </w:rPr>
        <w:t>0</w:t>
      </w:r>
      <w:r w:rsidRPr="00DE18BD">
        <w:rPr>
          <w:rFonts w:ascii="Liberation Serif" w:hAnsi="Liberation Serif" w:cs="Liberation Serif"/>
        </w:rPr>
        <w:t>0 часов</w:t>
      </w:r>
      <w:r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06491F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>21 этаж, к. 2112,</w:t>
      </w:r>
    </w:p>
    <w:p w:rsidR="00DF0AC2" w:rsidRPr="00DE18BD" w:rsidRDefault="00DF0AC2" w:rsidP="00DF0AC2">
      <w:pPr>
        <w:overflowPunct/>
        <w:autoSpaceDE/>
        <w:autoSpaceDN/>
        <w:adjustRightInd/>
        <w:jc w:val="both"/>
        <w:textAlignment w:val="auto"/>
        <w:rPr>
          <w:rFonts w:ascii="Liberation Serif" w:hAnsi="Liberation Serif" w:cs="Liberation Serif"/>
        </w:rPr>
      </w:pP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06491F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>зал заседаний</w:t>
      </w:r>
    </w:p>
    <w:p w:rsidR="00DC09DE" w:rsidRDefault="00DC09DE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</w:rPr>
      </w:pPr>
    </w:p>
    <w:p w:rsidR="00F125D8" w:rsidRPr="00DE18BD" w:rsidRDefault="00F125D8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103"/>
        <w:gridCol w:w="1842"/>
        <w:gridCol w:w="1843"/>
      </w:tblGrid>
      <w:tr w:rsidR="00DF0AC2" w:rsidRPr="00DE18BD" w:rsidTr="00882E66">
        <w:tc>
          <w:tcPr>
            <w:tcW w:w="846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 xml:space="preserve">№ </w:t>
            </w:r>
          </w:p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п/п</w:t>
            </w:r>
          </w:p>
        </w:tc>
        <w:tc>
          <w:tcPr>
            <w:tcW w:w="5103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Ф.И.О.</w:t>
            </w:r>
          </w:p>
        </w:tc>
        <w:tc>
          <w:tcPr>
            <w:tcW w:w="1842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Время</w:t>
            </w:r>
          </w:p>
        </w:tc>
        <w:tc>
          <w:tcPr>
            <w:tcW w:w="1843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Подпись конкурсанта</w:t>
            </w:r>
          </w:p>
        </w:tc>
      </w:tr>
      <w:tr w:rsidR="009A6418" w:rsidRPr="00DE18BD" w:rsidTr="0018125C">
        <w:tc>
          <w:tcPr>
            <w:tcW w:w="846" w:type="dxa"/>
          </w:tcPr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1.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2.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3.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Pr="00DE18BD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4.</w:t>
            </w:r>
          </w:p>
        </w:tc>
        <w:tc>
          <w:tcPr>
            <w:tcW w:w="5103" w:type="dxa"/>
          </w:tcPr>
          <w:p w:rsidR="007729FB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06491F">
              <w:rPr>
                <w:rFonts w:ascii="Liberation Serif" w:hAnsi="Liberation Serif" w:cs="Liberation Serif"/>
                <w:szCs w:val="28"/>
              </w:rPr>
              <w:t>Аушев Умар Курешевич</w:t>
            </w: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06491F">
              <w:rPr>
                <w:rFonts w:ascii="Liberation Serif" w:hAnsi="Liberation Serif" w:cs="Liberation Serif"/>
                <w:szCs w:val="28"/>
              </w:rPr>
              <w:t>Месилова Александра Игоревна</w:t>
            </w: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06491F">
              <w:rPr>
                <w:rFonts w:ascii="Liberation Serif" w:hAnsi="Liberation Serif" w:cs="Liberation Serif"/>
                <w:szCs w:val="28"/>
              </w:rPr>
              <w:t>Мурина Елена Николаевна</w:t>
            </w: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06491F">
              <w:rPr>
                <w:rFonts w:ascii="Liberation Serif" w:hAnsi="Liberation Serif" w:cs="Liberation Serif"/>
                <w:szCs w:val="28"/>
              </w:rPr>
              <w:t>Рахимов Александр Владимирович</w:t>
            </w:r>
          </w:p>
          <w:p w:rsidR="0006491F" w:rsidRPr="00DE18BD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18" w:rsidRPr="00DE18BD" w:rsidRDefault="007729FB" w:rsidP="007729FB">
            <w:pPr>
              <w:overflowPunct/>
              <w:autoSpaceDE/>
              <w:adjustRightInd/>
              <w:jc w:val="center"/>
              <w:rPr>
                <w:rFonts w:ascii="Liberation Serif" w:hAnsi="Liberation Serif" w:cs="Liberation Serif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ascii="Liberation Serif" w:hAnsi="Liberation Serif" w:cs="Liberation Serif"/>
                <w:szCs w:val="28"/>
                <w:lang w:eastAsia="en-US"/>
              </w:rPr>
              <w:t>10</w:t>
            </w:r>
            <w:r w:rsidR="009A6418" w:rsidRPr="00DE18BD">
              <w:rPr>
                <w:rFonts w:ascii="Liberation Serif" w:hAnsi="Liberation Serif" w:cs="Liberation Serif"/>
                <w:szCs w:val="28"/>
                <w:lang w:eastAsia="en-US"/>
              </w:rPr>
              <w:t>.</w:t>
            </w:r>
            <w:r>
              <w:rPr>
                <w:rFonts w:ascii="Liberation Serif" w:hAnsi="Liberation Serif" w:cs="Liberation Serif"/>
                <w:szCs w:val="28"/>
                <w:lang w:eastAsia="en-US"/>
              </w:rPr>
              <w:t>0</w:t>
            </w:r>
            <w:r w:rsidR="009A6418" w:rsidRPr="00DE18BD">
              <w:rPr>
                <w:rFonts w:ascii="Liberation Serif" w:hAnsi="Liberation Serif" w:cs="Liberation Serif"/>
                <w:szCs w:val="28"/>
                <w:lang w:eastAsia="en-US"/>
              </w:rPr>
              <w:t>0–10.</w:t>
            </w:r>
            <w:r>
              <w:rPr>
                <w:rFonts w:ascii="Liberation Serif" w:hAnsi="Liberation Serif" w:cs="Liberation Serif"/>
                <w:szCs w:val="28"/>
                <w:lang w:eastAsia="en-US"/>
              </w:rPr>
              <w:t>4</w:t>
            </w:r>
            <w:r w:rsidR="009A6418" w:rsidRPr="00DE18BD">
              <w:rPr>
                <w:rFonts w:ascii="Liberation Serif" w:hAnsi="Liberation Serif" w:cs="Liberation Serif"/>
                <w:szCs w:val="28"/>
                <w:lang w:eastAsia="en-US"/>
              </w:rPr>
              <w:t>0</w:t>
            </w:r>
          </w:p>
        </w:tc>
        <w:tc>
          <w:tcPr>
            <w:tcW w:w="1843" w:type="dxa"/>
          </w:tcPr>
          <w:p w:rsidR="009A6418" w:rsidRPr="00DE18BD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9A6418" w:rsidRPr="00DE18BD" w:rsidTr="0018125C">
        <w:tc>
          <w:tcPr>
            <w:tcW w:w="846" w:type="dxa"/>
          </w:tcPr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5.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6.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7.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8.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5103" w:type="dxa"/>
          </w:tcPr>
          <w:p w:rsidR="009A6418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06491F">
              <w:rPr>
                <w:rFonts w:ascii="Liberation Serif" w:hAnsi="Liberation Serif" w:cs="Liberation Serif"/>
                <w:szCs w:val="28"/>
              </w:rPr>
              <w:t>Романов Евгений Николаевич</w:t>
            </w: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06491F">
              <w:rPr>
                <w:rFonts w:ascii="Liberation Serif" w:hAnsi="Liberation Serif" w:cs="Liberation Serif"/>
                <w:szCs w:val="28"/>
              </w:rPr>
              <w:t>Танаева Надежда Сергеевна</w:t>
            </w: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06491F">
              <w:rPr>
                <w:rFonts w:ascii="Liberation Serif" w:hAnsi="Liberation Serif" w:cs="Liberation Serif"/>
                <w:szCs w:val="28"/>
              </w:rPr>
              <w:t>Таскина Дарья Александровна</w:t>
            </w: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06491F" w:rsidRPr="00DE18BD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06491F">
              <w:rPr>
                <w:rFonts w:ascii="Liberation Serif" w:hAnsi="Liberation Serif" w:cs="Liberation Serif"/>
                <w:szCs w:val="28"/>
              </w:rPr>
              <w:t>Топоркова Ульяна Андреевна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18" w:rsidRPr="00DE18BD" w:rsidRDefault="009A6418" w:rsidP="007729FB">
            <w:pPr>
              <w:overflowPunct/>
              <w:autoSpaceDE/>
              <w:adjustRightInd/>
              <w:jc w:val="center"/>
              <w:rPr>
                <w:rFonts w:ascii="Liberation Serif" w:hAnsi="Liberation Serif" w:cs="Liberation Serif"/>
                <w:szCs w:val="28"/>
                <w:lang w:eastAsia="en-US"/>
              </w:rPr>
            </w:pP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1</w:t>
            </w:r>
            <w:r w:rsidR="007729FB">
              <w:rPr>
                <w:rFonts w:ascii="Liberation Serif" w:hAnsi="Liberation Serif" w:cs="Liberation Serif"/>
                <w:szCs w:val="28"/>
                <w:lang w:eastAsia="en-US"/>
              </w:rPr>
              <w:t>1</w:t>
            </w: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.</w:t>
            </w:r>
            <w:r w:rsidR="007729FB">
              <w:rPr>
                <w:rFonts w:ascii="Liberation Serif" w:hAnsi="Liberation Serif" w:cs="Liberation Serif"/>
                <w:szCs w:val="28"/>
                <w:lang w:eastAsia="en-US"/>
              </w:rPr>
              <w:t>0</w:t>
            </w: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0–11.</w:t>
            </w:r>
            <w:r w:rsidR="007729FB">
              <w:rPr>
                <w:rFonts w:ascii="Liberation Serif" w:hAnsi="Liberation Serif" w:cs="Liberation Serif"/>
                <w:szCs w:val="28"/>
                <w:lang w:eastAsia="en-US"/>
              </w:rPr>
              <w:t>4</w:t>
            </w: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0</w:t>
            </w:r>
          </w:p>
        </w:tc>
        <w:tc>
          <w:tcPr>
            <w:tcW w:w="1843" w:type="dxa"/>
          </w:tcPr>
          <w:p w:rsidR="009A6418" w:rsidRPr="00DE18BD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</w:tr>
    </w:tbl>
    <w:p w:rsidR="008F4152" w:rsidRPr="008F4152" w:rsidRDefault="008F4152" w:rsidP="008F4152">
      <w:pPr>
        <w:overflowPunct/>
        <w:autoSpaceDE/>
        <w:autoSpaceDN/>
        <w:adjustRightInd/>
        <w:jc w:val="center"/>
        <w:textAlignment w:val="auto"/>
        <w:rPr>
          <w:szCs w:val="28"/>
        </w:rPr>
      </w:pPr>
    </w:p>
    <w:sectPr w:rsidR="008F4152" w:rsidRPr="008F4152" w:rsidSect="00A5050B">
      <w:headerReference w:type="default" r:id="rId8"/>
      <w:pgSz w:w="11906" w:h="16838"/>
      <w:pgMar w:top="1135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421" w:rsidRDefault="00C63421" w:rsidP="00446C05">
      <w:r>
        <w:separator/>
      </w:r>
    </w:p>
  </w:endnote>
  <w:endnote w:type="continuationSeparator" w:id="0">
    <w:p w:rsidR="00C63421" w:rsidRDefault="00C63421" w:rsidP="0044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421" w:rsidRDefault="00C63421" w:rsidP="00446C05">
      <w:r>
        <w:separator/>
      </w:r>
    </w:p>
  </w:footnote>
  <w:footnote w:type="continuationSeparator" w:id="0">
    <w:p w:rsidR="00C63421" w:rsidRDefault="00C63421" w:rsidP="00446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7287501"/>
      <w:docPartObj>
        <w:docPartGallery w:val="Page Numbers (Top of Page)"/>
        <w:docPartUnique/>
      </w:docPartObj>
    </w:sdtPr>
    <w:sdtEndPr/>
    <w:sdtContent>
      <w:p w:rsidR="00446C05" w:rsidRDefault="00446C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633">
          <w:rPr>
            <w:noProof/>
          </w:rPr>
          <w:t>2</w:t>
        </w:r>
        <w:r>
          <w:fldChar w:fldCharType="end"/>
        </w:r>
      </w:p>
    </w:sdtContent>
  </w:sdt>
  <w:p w:rsidR="00446C05" w:rsidRDefault="00446C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D69BF"/>
    <w:multiLevelType w:val="hybridMultilevel"/>
    <w:tmpl w:val="F11ECFC0"/>
    <w:lvl w:ilvl="0" w:tplc="F46ED308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4CB7339"/>
    <w:multiLevelType w:val="hybridMultilevel"/>
    <w:tmpl w:val="42B47C0E"/>
    <w:lvl w:ilvl="0" w:tplc="89203C7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8D53413"/>
    <w:multiLevelType w:val="hybridMultilevel"/>
    <w:tmpl w:val="7CDC6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742D3"/>
    <w:multiLevelType w:val="hybridMultilevel"/>
    <w:tmpl w:val="B7FA90F0"/>
    <w:lvl w:ilvl="0" w:tplc="F46ED3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8C9"/>
    <w:rsid w:val="000065D1"/>
    <w:rsid w:val="0001519F"/>
    <w:rsid w:val="00024FED"/>
    <w:rsid w:val="000253B7"/>
    <w:rsid w:val="000331D1"/>
    <w:rsid w:val="00037BD7"/>
    <w:rsid w:val="000415B8"/>
    <w:rsid w:val="0006491F"/>
    <w:rsid w:val="00071118"/>
    <w:rsid w:val="00082AA1"/>
    <w:rsid w:val="00085A39"/>
    <w:rsid w:val="00093DED"/>
    <w:rsid w:val="00094EE5"/>
    <w:rsid w:val="000950EA"/>
    <w:rsid w:val="000A2465"/>
    <w:rsid w:val="000D636A"/>
    <w:rsid w:val="00104B8F"/>
    <w:rsid w:val="00104D5D"/>
    <w:rsid w:val="00121330"/>
    <w:rsid w:val="00121876"/>
    <w:rsid w:val="0012190C"/>
    <w:rsid w:val="001333CA"/>
    <w:rsid w:val="0014271B"/>
    <w:rsid w:val="001438B9"/>
    <w:rsid w:val="001474FA"/>
    <w:rsid w:val="00161232"/>
    <w:rsid w:val="00180B6F"/>
    <w:rsid w:val="00186203"/>
    <w:rsid w:val="001A7464"/>
    <w:rsid w:val="001B25EE"/>
    <w:rsid w:val="001B3191"/>
    <w:rsid w:val="001C046A"/>
    <w:rsid w:val="001E2972"/>
    <w:rsid w:val="001E64BC"/>
    <w:rsid w:val="002062AF"/>
    <w:rsid w:val="00217742"/>
    <w:rsid w:val="002404B3"/>
    <w:rsid w:val="00244C81"/>
    <w:rsid w:val="00261856"/>
    <w:rsid w:val="002679C9"/>
    <w:rsid w:val="00275979"/>
    <w:rsid w:val="00290F37"/>
    <w:rsid w:val="002970CA"/>
    <w:rsid w:val="002A2B6A"/>
    <w:rsid w:val="002C0E98"/>
    <w:rsid w:val="002C33F2"/>
    <w:rsid w:val="002D4AB6"/>
    <w:rsid w:val="002D71A2"/>
    <w:rsid w:val="002F07CA"/>
    <w:rsid w:val="002F368C"/>
    <w:rsid w:val="002F7E97"/>
    <w:rsid w:val="00300A39"/>
    <w:rsid w:val="003010D1"/>
    <w:rsid w:val="003012C4"/>
    <w:rsid w:val="00331533"/>
    <w:rsid w:val="00341B93"/>
    <w:rsid w:val="00345629"/>
    <w:rsid w:val="003546D9"/>
    <w:rsid w:val="003A1F73"/>
    <w:rsid w:val="003B513E"/>
    <w:rsid w:val="003D2278"/>
    <w:rsid w:val="00421CA9"/>
    <w:rsid w:val="00421CD6"/>
    <w:rsid w:val="00424B38"/>
    <w:rsid w:val="00446C05"/>
    <w:rsid w:val="00463060"/>
    <w:rsid w:val="004716DC"/>
    <w:rsid w:val="00480F10"/>
    <w:rsid w:val="00494F5E"/>
    <w:rsid w:val="004A72D3"/>
    <w:rsid w:val="004D1AB8"/>
    <w:rsid w:val="004D467C"/>
    <w:rsid w:val="004E6FA1"/>
    <w:rsid w:val="004F278F"/>
    <w:rsid w:val="004F405A"/>
    <w:rsid w:val="004F4FD3"/>
    <w:rsid w:val="00520009"/>
    <w:rsid w:val="0052339D"/>
    <w:rsid w:val="005252C1"/>
    <w:rsid w:val="005526CF"/>
    <w:rsid w:val="005608B2"/>
    <w:rsid w:val="00567A16"/>
    <w:rsid w:val="00596AF3"/>
    <w:rsid w:val="005B05E6"/>
    <w:rsid w:val="005D23D4"/>
    <w:rsid w:val="0063242A"/>
    <w:rsid w:val="00634E20"/>
    <w:rsid w:val="0064264D"/>
    <w:rsid w:val="00656B94"/>
    <w:rsid w:val="00674BD1"/>
    <w:rsid w:val="00682DF0"/>
    <w:rsid w:val="006A0EA6"/>
    <w:rsid w:val="006A20A6"/>
    <w:rsid w:val="006D4E2B"/>
    <w:rsid w:val="006F2397"/>
    <w:rsid w:val="00706759"/>
    <w:rsid w:val="007242FF"/>
    <w:rsid w:val="0074070A"/>
    <w:rsid w:val="00742CF9"/>
    <w:rsid w:val="00747F3C"/>
    <w:rsid w:val="007729FB"/>
    <w:rsid w:val="007842D5"/>
    <w:rsid w:val="007A6589"/>
    <w:rsid w:val="007F44D7"/>
    <w:rsid w:val="00802BF5"/>
    <w:rsid w:val="008126A8"/>
    <w:rsid w:val="00815212"/>
    <w:rsid w:val="008257A0"/>
    <w:rsid w:val="0083149E"/>
    <w:rsid w:val="0083721A"/>
    <w:rsid w:val="00850AA5"/>
    <w:rsid w:val="0087042F"/>
    <w:rsid w:val="008746E3"/>
    <w:rsid w:val="00892BF9"/>
    <w:rsid w:val="008A2083"/>
    <w:rsid w:val="008A3610"/>
    <w:rsid w:val="008A4134"/>
    <w:rsid w:val="008B205F"/>
    <w:rsid w:val="008B445B"/>
    <w:rsid w:val="008B7A59"/>
    <w:rsid w:val="008C3F5B"/>
    <w:rsid w:val="008D500B"/>
    <w:rsid w:val="008F10E3"/>
    <w:rsid w:val="008F4152"/>
    <w:rsid w:val="008F5043"/>
    <w:rsid w:val="00902AD3"/>
    <w:rsid w:val="00910509"/>
    <w:rsid w:val="0091791E"/>
    <w:rsid w:val="00947F87"/>
    <w:rsid w:val="00950796"/>
    <w:rsid w:val="009579C6"/>
    <w:rsid w:val="00964F6F"/>
    <w:rsid w:val="0097224F"/>
    <w:rsid w:val="00997633"/>
    <w:rsid w:val="009A6418"/>
    <w:rsid w:val="009B684E"/>
    <w:rsid w:val="009D4541"/>
    <w:rsid w:val="009E3D06"/>
    <w:rsid w:val="009E735B"/>
    <w:rsid w:val="009F378F"/>
    <w:rsid w:val="00A025F0"/>
    <w:rsid w:val="00A256FA"/>
    <w:rsid w:val="00A321D8"/>
    <w:rsid w:val="00A3794E"/>
    <w:rsid w:val="00A5050B"/>
    <w:rsid w:val="00A50994"/>
    <w:rsid w:val="00A636AF"/>
    <w:rsid w:val="00A77CB0"/>
    <w:rsid w:val="00A8647A"/>
    <w:rsid w:val="00A9621B"/>
    <w:rsid w:val="00AB0D6E"/>
    <w:rsid w:val="00AD637A"/>
    <w:rsid w:val="00AE0FA9"/>
    <w:rsid w:val="00AE5EE1"/>
    <w:rsid w:val="00B03412"/>
    <w:rsid w:val="00B15897"/>
    <w:rsid w:val="00B26189"/>
    <w:rsid w:val="00B4387E"/>
    <w:rsid w:val="00B528C9"/>
    <w:rsid w:val="00B94132"/>
    <w:rsid w:val="00B94D76"/>
    <w:rsid w:val="00B95B3D"/>
    <w:rsid w:val="00BA62FA"/>
    <w:rsid w:val="00BC397C"/>
    <w:rsid w:val="00BD08BE"/>
    <w:rsid w:val="00BD3DD4"/>
    <w:rsid w:val="00BD6041"/>
    <w:rsid w:val="00C03D74"/>
    <w:rsid w:val="00C14AF3"/>
    <w:rsid w:val="00C20C80"/>
    <w:rsid w:val="00C24056"/>
    <w:rsid w:val="00C45BED"/>
    <w:rsid w:val="00C45EE4"/>
    <w:rsid w:val="00C50014"/>
    <w:rsid w:val="00C507AE"/>
    <w:rsid w:val="00C562D4"/>
    <w:rsid w:val="00C63421"/>
    <w:rsid w:val="00C81E1C"/>
    <w:rsid w:val="00C917CD"/>
    <w:rsid w:val="00CA2C11"/>
    <w:rsid w:val="00CA3E3A"/>
    <w:rsid w:val="00CA499F"/>
    <w:rsid w:val="00CA572E"/>
    <w:rsid w:val="00CC1D85"/>
    <w:rsid w:val="00CD34C0"/>
    <w:rsid w:val="00CE65E3"/>
    <w:rsid w:val="00CF4B9C"/>
    <w:rsid w:val="00CF58F1"/>
    <w:rsid w:val="00D0488D"/>
    <w:rsid w:val="00D04EA3"/>
    <w:rsid w:val="00D07072"/>
    <w:rsid w:val="00D154E5"/>
    <w:rsid w:val="00D32DE4"/>
    <w:rsid w:val="00D43B14"/>
    <w:rsid w:val="00D61540"/>
    <w:rsid w:val="00D63979"/>
    <w:rsid w:val="00D913E4"/>
    <w:rsid w:val="00DA5679"/>
    <w:rsid w:val="00DB1096"/>
    <w:rsid w:val="00DC09DE"/>
    <w:rsid w:val="00DC1BAF"/>
    <w:rsid w:val="00DC2E07"/>
    <w:rsid w:val="00DC4624"/>
    <w:rsid w:val="00DC589B"/>
    <w:rsid w:val="00DD131A"/>
    <w:rsid w:val="00DD1C80"/>
    <w:rsid w:val="00DD4316"/>
    <w:rsid w:val="00DD5380"/>
    <w:rsid w:val="00DE02D9"/>
    <w:rsid w:val="00DE092E"/>
    <w:rsid w:val="00DE18BD"/>
    <w:rsid w:val="00DE38F4"/>
    <w:rsid w:val="00DF0AC2"/>
    <w:rsid w:val="00E04700"/>
    <w:rsid w:val="00E1180A"/>
    <w:rsid w:val="00E16DC3"/>
    <w:rsid w:val="00E27B3C"/>
    <w:rsid w:val="00E3461A"/>
    <w:rsid w:val="00E37075"/>
    <w:rsid w:val="00E37335"/>
    <w:rsid w:val="00E4383C"/>
    <w:rsid w:val="00E54FDA"/>
    <w:rsid w:val="00EA19F2"/>
    <w:rsid w:val="00EA74B7"/>
    <w:rsid w:val="00ED2D89"/>
    <w:rsid w:val="00F10BA4"/>
    <w:rsid w:val="00F125D8"/>
    <w:rsid w:val="00F1359D"/>
    <w:rsid w:val="00F21753"/>
    <w:rsid w:val="00F613A8"/>
    <w:rsid w:val="00F63AEC"/>
    <w:rsid w:val="00F7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1E1B1-B2BA-40B6-BDC4-1290F50E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0B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B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CA572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6C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6C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46C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C0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5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chanin\Desktop\!&#1055;&#1080;&#1089;&#1100;&#1084;&#1086;%20&#1082;&#1088;&#1072;&#1089;&#1085;&#1099;&#1081;%20&#1073;&#1083;&#1072;&#1085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99F0A-FE07-4BDA-A81D-F44BF5586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!Письмо красный бланк</Template>
  <TotalTime>34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petchanin</dc:creator>
  <cp:lastModifiedBy>Баранова Ирина Викторовна</cp:lastModifiedBy>
  <cp:revision>17</cp:revision>
  <cp:lastPrinted>2019-12-18T07:08:00Z</cp:lastPrinted>
  <dcterms:created xsi:type="dcterms:W3CDTF">2019-06-11T12:40:00Z</dcterms:created>
  <dcterms:modified xsi:type="dcterms:W3CDTF">2019-12-18T07:08:00Z</dcterms:modified>
</cp:coreProperties>
</file>