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52" w:rsidRPr="00DE18BD" w:rsidRDefault="00B26189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  <w:szCs w:val="28"/>
        </w:rPr>
      </w:pPr>
      <w:r w:rsidRPr="00DE18BD">
        <w:rPr>
          <w:rFonts w:ascii="Liberation Serif" w:hAnsi="Liberation Serif" w:cs="Liberation Serif"/>
          <w:b/>
          <w:szCs w:val="28"/>
        </w:rPr>
        <w:t>ГРАФИК</w:t>
      </w:r>
    </w:p>
    <w:p w:rsidR="008F4152" w:rsidRPr="00DE18BD" w:rsidRDefault="00B26189" w:rsidP="000415B8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</w:rPr>
      </w:pPr>
      <w:r w:rsidRPr="00DE18BD">
        <w:rPr>
          <w:rFonts w:ascii="Liberation Serif" w:hAnsi="Liberation Serif" w:cs="Liberation Serif"/>
          <w:b/>
        </w:rPr>
        <w:t xml:space="preserve">тестирования участников </w:t>
      </w:r>
      <w:r w:rsidR="008F4152" w:rsidRPr="00DE18BD">
        <w:rPr>
          <w:rFonts w:ascii="Liberation Serif" w:hAnsi="Liberation Serif" w:cs="Liberation Serif"/>
          <w:b/>
        </w:rPr>
        <w:t>конкурс</w:t>
      </w:r>
      <w:r w:rsidR="00997633">
        <w:rPr>
          <w:rFonts w:ascii="Liberation Serif" w:hAnsi="Liberation Serif" w:cs="Liberation Serif"/>
          <w:b/>
        </w:rPr>
        <w:t>а</w:t>
      </w:r>
      <w:r w:rsidRPr="00DE18BD">
        <w:rPr>
          <w:rFonts w:ascii="Liberation Serif" w:hAnsi="Liberation Serif" w:cs="Liberation Serif"/>
          <w:b/>
        </w:rPr>
        <w:t xml:space="preserve"> </w:t>
      </w:r>
      <w:r w:rsidR="00B4387E" w:rsidRPr="00DE18BD">
        <w:rPr>
          <w:rFonts w:ascii="Liberation Serif" w:hAnsi="Liberation Serif" w:cs="Liberation Serif"/>
          <w:b/>
        </w:rPr>
        <w:t>на замещение</w:t>
      </w:r>
      <w:r w:rsidR="001E64BC" w:rsidRPr="00DE18BD">
        <w:rPr>
          <w:rFonts w:ascii="Liberation Serif" w:hAnsi="Liberation Serif" w:cs="Liberation Serif"/>
          <w:b/>
        </w:rPr>
        <w:t xml:space="preserve"> вакантной должности государственной гражданской службы Свердловской области </w:t>
      </w:r>
      <w:r w:rsidR="007729FB" w:rsidRPr="007729FB">
        <w:rPr>
          <w:rFonts w:ascii="Liberation Serif" w:hAnsi="Liberation Serif" w:cs="Liberation Serif"/>
          <w:b/>
        </w:rPr>
        <w:t xml:space="preserve">старшей группы должностей категории «специалисты» – </w:t>
      </w:r>
      <w:r w:rsidR="00807B25">
        <w:rPr>
          <w:rFonts w:ascii="Liberation Serif" w:hAnsi="Liberation Serif" w:cs="Liberation Serif"/>
          <w:b/>
        </w:rPr>
        <w:t>ведуще</w:t>
      </w:r>
      <w:r w:rsidR="007729FB" w:rsidRPr="007729FB">
        <w:rPr>
          <w:rFonts w:ascii="Liberation Serif" w:hAnsi="Liberation Serif" w:cs="Liberation Serif"/>
          <w:b/>
        </w:rPr>
        <w:t xml:space="preserve">го специалиста отдела </w:t>
      </w:r>
      <w:r w:rsidR="00807B25">
        <w:rPr>
          <w:rFonts w:ascii="Liberation Serif" w:hAnsi="Liberation Serif" w:cs="Liberation Serif"/>
          <w:b/>
        </w:rPr>
        <w:t xml:space="preserve">анализа </w:t>
      </w:r>
      <w:r w:rsidR="0006491F">
        <w:rPr>
          <w:rFonts w:ascii="Liberation Serif" w:hAnsi="Liberation Serif" w:cs="Liberation Serif"/>
          <w:b/>
        </w:rPr>
        <w:t>развития предпринимательства</w:t>
      </w:r>
      <w:r w:rsidR="00807B25">
        <w:rPr>
          <w:rFonts w:ascii="Liberation Serif" w:hAnsi="Liberation Serif" w:cs="Liberation Serif"/>
          <w:b/>
        </w:rPr>
        <w:t xml:space="preserve"> и конкуренции</w:t>
      </w:r>
      <w:r w:rsidR="000415B8" w:rsidRPr="000415B8">
        <w:rPr>
          <w:rFonts w:ascii="Liberation Serif" w:hAnsi="Liberation Serif" w:cs="Liberation Serif"/>
          <w:b/>
        </w:rPr>
        <w:t xml:space="preserve"> </w:t>
      </w:r>
      <w:r w:rsidR="00997633" w:rsidRPr="00997633">
        <w:rPr>
          <w:rFonts w:ascii="Liberation Serif" w:hAnsi="Liberation Serif" w:cs="Liberation Serif"/>
          <w:b/>
        </w:rPr>
        <w:t>Министерства инвестиций и развития Свердловской области</w:t>
      </w:r>
    </w:p>
    <w:p w:rsidR="00DF0AC2" w:rsidRPr="00DE18BD" w:rsidRDefault="00DF0AC2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  <w:i/>
        </w:rPr>
      </w:pPr>
    </w:p>
    <w:p w:rsidR="00950796" w:rsidRPr="00DE18BD" w:rsidRDefault="00913088" w:rsidP="00DF0AC2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16</w:t>
      </w:r>
      <w:r w:rsidR="00807B25">
        <w:rPr>
          <w:rFonts w:ascii="Liberation Serif" w:hAnsi="Liberation Serif" w:cs="Liberation Serif"/>
          <w:b/>
        </w:rPr>
        <w:t xml:space="preserve"> июня</w:t>
      </w:r>
      <w:r w:rsidR="00950796" w:rsidRPr="00DE18BD">
        <w:rPr>
          <w:rFonts w:ascii="Liberation Serif" w:hAnsi="Liberation Serif" w:cs="Liberation Serif"/>
          <w:b/>
        </w:rPr>
        <w:t xml:space="preserve"> 20</w:t>
      </w:r>
      <w:r w:rsidR="0006491F">
        <w:rPr>
          <w:rFonts w:ascii="Liberation Serif" w:hAnsi="Liberation Serif" w:cs="Liberation Serif"/>
          <w:b/>
        </w:rPr>
        <w:t>20</w:t>
      </w:r>
      <w:r w:rsidR="00950796" w:rsidRPr="00DE18BD">
        <w:rPr>
          <w:rFonts w:ascii="Liberation Serif" w:hAnsi="Liberation Serif" w:cs="Liberation Serif"/>
          <w:b/>
        </w:rPr>
        <w:t xml:space="preserve"> года</w:t>
      </w:r>
      <w:r w:rsidR="00950796" w:rsidRPr="00DE18BD">
        <w:rPr>
          <w:rFonts w:ascii="Liberation Serif" w:hAnsi="Liberation Serif" w:cs="Liberation Serif"/>
        </w:rPr>
        <w:t xml:space="preserve"> </w:t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06491F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>пл. Октябрьская, д. 1,</w:t>
      </w:r>
    </w:p>
    <w:p w:rsidR="00950796" w:rsidRPr="00DE18BD" w:rsidRDefault="00DF0AC2" w:rsidP="00950796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 w:rsidRPr="00DE18BD">
        <w:rPr>
          <w:rFonts w:ascii="Liberation Serif" w:hAnsi="Liberation Serif" w:cs="Liberation Serif"/>
        </w:rPr>
        <w:t xml:space="preserve">Начало с </w:t>
      </w:r>
      <w:r w:rsidR="00807B25">
        <w:rPr>
          <w:rFonts w:ascii="Liberation Serif" w:hAnsi="Liberation Serif" w:cs="Liberation Serif"/>
        </w:rPr>
        <w:t>09</w:t>
      </w:r>
      <w:r w:rsidRPr="00DE18BD">
        <w:rPr>
          <w:rFonts w:ascii="Liberation Serif" w:hAnsi="Liberation Serif" w:cs="Liberation Serif"/>
        </w:rPr>
        <w:t>.</w:t>
      </w:r>
      <w:r w:rsidR="00807B25">
        <w:rPr>
          <w:rFonts w:ascii="Liberation Serif" w:hAnsi="Liberation Serif" w:cs="Liberation Serif"/>
        </w:rPr>
        <w:t>3</w:t>
      </w:r>
      <w:r w:rsidRPr="00DE18BD">
        <w:rPr>
          <w:rFonts w:ascii="Liberation Serif" w:hAnsi="Liberation Serif" w:cs="Liberation Serif"/>
        </w:rPr>
        <w:t>0 часов</w:t>
      </w:r>
      <w:r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06491F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>21 этаж, к. 2112,</w:t>
      </w:r>
    </w:p>
    <w:p w:rsidR="00DF0AC2" w:rsidRPr="00DE18BD" w:rsidRDefault="00DF0AC2" w:rsidP="00DF0AC2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06491F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>зал заседаний</w:t>
      </w:r>
    </w:p>
    <w:p w:rsidR="00DC09DE" w:rsidRDefault="00DC09DE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</w:rPr>
      </w:pPr>
    </w:p>
    <w:p w:rsidR="00F125D8" w:rsidRPr="00DE18BD" w:rsidRDefault="00F125D8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103"/>
        <w:gridCol w:w="1842"/>
        <w:gridCol w:w="1843"/>
      </w:tblGrid>
      <w:tr w:rsidR="00DF0AC2" w:rsidRPr="00DE18BD" w:rsidTr="00882E66">
        <w:tc>
          <w:tcPr>
            <w:tcW w:w="846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 xml:space="preserve">№ </w:t>
            </w:r>
          </w:p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п/п</w:t>
            </w:r>
          </w:p>
        </w:tc>
        <w:tc>
          <w:tcPr>
            <w:tcW w:w="5103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Ф.И.О.</w:t>
            </w:r>
          </w:p>
        </w:tc>
        <w:tc>
          <w:tcPr>
            <w:tcW w:w="1842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Время</w:t>
            </w:r>
          </w:p>
        </w:tc>
        <w:tc>
          <w:tcPr>
            <w:tcW w:w="1843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Подпись конкурсанта</w:t>
            </w:r>
          </w:p>
        </w:tc>
      </w:tr>
      <w:tr w:rsidR="009A6418" w:rsidRPr="00DE18BD" w:rsidTr="0018125C">
        <w:tc>
          <w:tcPr>
            <w:tcW w:w="846" w:type="dxa"/>
          </w:tcPr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1.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2.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3.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4.</w:t>
            </w:r>
          </w:p>
        </w:tc>
        <w:tc>
          <w:tcPr>
            <w:tcW w:w="5103" w:type="dxa"/>
          </w:tcPr>
          <w:p w:rsidR="007729FB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06491F">
              <w:rPr>
                <w:rFonts w:ascii="Liberation Serif" w:hAnsi="Liberation Serif" w:cs="Liberation Serif"/>
                <w:szCs w:val="28"/>
              </w:rPr>
              <w:t>Аушев Умар Курешевич</w:t>
            </w:r>
          </w:p>
          <w:p w:rsidR="0006491F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Бахтин Евгени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  <w:szCs w:val="28"/>
              </w:rPr>
              <w:t>й Леонидович</w:t>
            </w: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Давыдов Роман Александрович</w:t>
            </w: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06491F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Колодин Александр Алексеевич</w:t>
            </w:r>
          </w:p>
          <w:p w:rsidR="00807B25" w:rsidRPr="00DE18BD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807B25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807B25">
              <w:rPr>
                <w:rFonts w:ascii="Liberation Serif" w:hAnsi="Liberation Serif" w:cs="Liberation Serif"/>
                <w:szCs w:val="28"/>
                <w:lang w:eastAsia="en-US"/>
              </w:rPr>
              <w:t>09.30–10.10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9A6418" w:rsidRPr="00DE18BD" w:rsidTr="0018125C">
        <w:tc>
          <w:tcPr>
            <w:tcW w:w="846" w:type="dxa"/>
          </w:tcPr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5.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6.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7.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8.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5103" w:type="dxa"/>
          </w:tcPr>
          <w:p w:rsid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807B25">
              <w:rPr>
                <w:rFonts w:ascii="Liberation Serif" w:hAnsi="Liberation Serif" w:cs="Liberation Serif"/>
                <w:szCs w:val="28"/>
              </w:rPr>
              <w:t>Новожилов Игорь Александрович</w:t>
            </w: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807B25">
              <w:rPr>
                <w:rFonts w:ascii="Liberation Serif" w:hAnsi="Liberation Serif" w:cs="Liberation Serif"/>
                <w:szCs w:val="28"/>
              </w:rPr>
              <w:t>Подгорбунская Екатерина Викторовн</w:t>
            </w:r>
            <w:r>
              <w:rPr>
                <w:rFonts w:ascii="Liberation Serif" w:hAnsi="Liberation Serif" w:cs="Liberation Serif"/>
                <w:szCs w:val="28"/>
              </w:rPr>
              <w:t>а</w:t>
            </w: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Сиденко Максим Викторович</w:t>
            </w:r>
          </w:p>
          <w:p w:rsid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807B25">
              <w:rPr>
                <w:rFonts w:ascii="Liberation Serif" w:hAnsi="Liberation Serif" w:cs="Liberation Serif"/>
                <w:szCs w:val="28"/>
              </w:rPr>
              <w:t>Тарик Дмитрий Алексеевич</w:t>
            </w:r>
          </w:p>
          <w:p w:rsidR="0006491F" w:rsidRPr="00DE18BD" w:rsidRDefault="0006491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807B25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807B25">
              <w:rPr>
                <w:rFonts w:ascii="Liberation Serif" w:hAnsi="Liberation Serif" w:cs="Liberation Serif"/>
                <w:szCs w:val="28"/>
                <w:lang w:eastAsia="en-US"/>
              </w:rPr>
              <w:t>11.00–11.40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07B25" w:rsidRPr="00DE18BD" w:rsidTr="0018125C">
        <w:tc>
          <w:tcPr>
            <w:tcW w:w="846" w:type="dxa"/>
          </w:tcPr>
          <w:p w:rsidR="00807B25" w:rsidRDefault="00807B25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9.</w:t>
            </w:r>
          </w:p>
          <w:p w:rsidR="00807B25" w:rsidRDefault="00807B25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Pr="00DE18BD" w:rsidRDefault="00807B25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10.</w:t>
            </w:r>
          </w:p>
        </w:tc>
        <w:tc>
          <w:tcPr>
            <w:tcW w:w="5103" w:type="dxa"/>
          </w:tcPr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Тастемиров Рахат Асхатович</w:t>
            </w:r>
          </w:p>
          <w:p w:rsid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807B25">
              <w:rPr>
                <w:rFonts w:ascii="Liberation Serif" w:hAnsi="Liberation Serif" w:cs="Liberation Serif"/>
                <w:szCs w:val="28"/>
              </w:rPr>
              <w:t>Ульянова Наталья Сергеевна</w:t>
            </w:r>
          </w:p>
          <w:p w:rsidR="00807B25" w:rsidRPr="00807B25" w:rsidRDefault="00807B25" w:rsidP="00807B25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25" w:rsidRPr="00807B25" w:rsidRDefault="00807B25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807B25">
              <w:rPr>
                <w:rFonts w:ascii="Liberation Serif" w:hAnsi="Liberation Serif" w:cs="Liberation Serif"/>
                <w:szCs w:val="28"/>
                <w:lang w:eastAsia="en-US"/>
              </w:rPr>
              <w:t>12.30–13.10</w:t>
            </w:r>
          </w:p>
        </w:tc>
        <w:tc>
          <w:tcPr>
            <w:tcW w:w="1843" w:type="dxa"/>
          </w:tcPr>
          <w:p w:rsidR="00807B25" w:rsidRPr="00DE18BD" w:rsidRDefault="00807B25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</w:tbl>
    <w:p w:rsidR="008F4152" w:rsidRDefault="008F4152" w:rsidP="00807B25">
      <w:pPr>
        <w:overflowPunct/>
        <w:autoSpaceDE/>
        <w:autoSpaceDN/>
        <w:adjustRightInd/>
        <w:textAlignment w:val="auto"/>
        <w:rPr>
          <w:szCs w:val="28"/>
        </w:rPr>
      </w:pPr>
    </w:p>
    <w:p w:rsidR="00807B25" w:rsidRDefault="00807B25" w:rsidP="00807B25">
      <w:pPr>
        <w:overflowPunct/>
        <w:autoSpaceDE/>
        <w:autoSpaceDN/>
        <w:adjustRightInd/>
        <w:textAlignment w:val="auto"/>
        <w:rPr>
          <w:szCs w:val="28"/>
        </w:rPr>
      </w:pPr>
    </w:p>
    <w:p w:rsidR="00807B25" w:rsidRDefault="00807B25" w:rsidP="00807B25">
      <w:pPr>
        <w:overflowPunct/>
        <w:autoSpaceDE/>
        <w:autoSpaceDN/>
        <w:adjustRightInd/>
        <w:textAlignment w:val="auto"/>
        <w:rPr>
          <w:szCs w:val="28"/>
        </w:rPr>
      </w:pPr>
      <w:r>
        <w:rPr>
          <w:szCs w:val="28"/>
        </w:rPr>
        <w:t xml:space="preserve">Примечание: </w:t>
      </w:r>
    </w:p>
    <w:p w:rsidR="00807B25" w:rsidRDefault="00807B25" w:rsidP="00807B25">
      <w:pPr>
        <w:overflowPunct/>
        <w:autoSpaceDE/>
        <w:autoSpaceDN/>
        <w:adjustRightInd/>
        <w:textAlignment w:val="auto"/>
        <w:rPr>
          <w:szCs w:val="28"/>
        </w:rPr>
      </w:pPr>
      <w:r>
        <w:rPr>
          <w:szCs w:val="28"/>
        </w:rPr>
        <w:t>строгое соблюдение массочного режима и социального дистанцирования</w:t>
      </w:r>
    </w:p>
    <w:p w:rsidR="00807B25" w:rsidRPr="008F4152" w:rsidRDefault="00807B25" w:rsidP="00807B25">
      <w:pPr>
        <w:overflowPunct/>
        <w:autoSpaceDE/>
        <w:autoSpaceDN/>
        <w:adjustRightInd/>
        <w:textAlignment w:val="auto"/>
        <w:rPr>
          <w:szCs w:val="28"/>
        </w:rPr>
      </w:pPr>
    </w:p>
    <w:sectPr w:rsidR="00807B25" w:rsidRPr="008F4152" w:rsidSect="00A5050B">
      <w:headerReference w:type="default" r:id="rId8"/>
      <w:pgSz w:w="11906" w:h="16838"/>
      <w:pgMar w:top="1135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DEC" w:rsidRDefault="00663DEC" w:rsidP="00446C05">
      <w:r>
        <w:separator/>
      </w:r>
    </w:p>
  </w:endnote>
  <w:endnote w:type="continuationSeparator" w:id="0">
    <w:p w:rsidR="00663DEC" w:rsidRDefault="00663DEC" w:rsidP="0044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DEC" w:rsidRDefault="00663DEC" w:rsidP="00446C05">
      <w:r>
        <w:separator/>
      </w:r>
    </w:p>
  </w:footnote>
  <w:footnote w:type="continuationSeparator" w:id="0">
    <w:p w:rsidR="00663DEC" w:rsidRDefault="00663DEC" w:rsidP="00446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7287501"/>
      <w:docPartObj>
        <w:docPartGallery w:val="Page Numbers (Top of Page)"/>
        <w:docPartUnique/>
      </w:docPartObj>
    </w:sdtPr>
    <w:sdtEndPr/>
    <w:sdtContent>
      <w:p w:rsidR="00446C05" w:rsidRDefault="00446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633">
          <w:rPr>
            <w:noProof/>
          </w:rPr>
          <w:t>2</w:t>
        </w:r>
        <w:r>
          <w:fldChar w:fldCharType="end"/>
        </w:r>
      </w:p>
    </w:sdtContent>
  </w:sdt>
  <w:p w:rsidR="00446C05" w:rsidRDefault="00446C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D69BF"/>
    <w:multiLevelType w:val="hybridMultilevel"/>
    <w:tmpl w:val="F11ECFC0"/>
    <w:lvl w:ilvl="0" w:tplc="F46ED308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4CB7339"/>
    <w:multiLevelType w:val="hybridMultilevel"/>
    <w:tmpl w:val="42B47C0E"/>
    <w:lvl w:ilvl="0" w:tplc="89203C7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8D53413"/>
    <w:multiLevelType w:val="hybridMultilevel"/>
    <w:tmpl w:val="7CDC6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742D3"/>
    <w:multiLevelType w:val="hybridMultilevel"/>
    <w:tmpl w:val="B7FA90F0"/>
    <w:lvl w:ilvl="0" w:tplc="F46ED3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C9"/>
    <w:rsid w:val="000065D1"/>
    <w:rsid w:val="0001519F"/>
    <w:rsid w:val="00024FED"/>
    <w:rsid w:val="000253B7"/>
    <w:rsid w:val="000331D1"/>
    <w:rsid w:val="00037BD7"/>
    <w:rsid w:val="000415B8"/>
    <w:rsid w:val="0006491F"/>
    <w:rsid w:val="00071118"/>
    <w:rsid w:val="00082AA1"/>
    <w:rsid w:val="00085A39"/>
    <w:rsid w:val="00093DED"/>
    <w:rsid w:val="00094EE5"/>
    <w:rsid w:val="000950EA"/>
    <w:rsid w:val="000A2465"/>
    <w:rsid w:val="000D636A"/>
    <w:rsid w:val="00104B8F"/>
    <w:rsid w:val="00104D5D"/>
    <w:rsid w:val="00121330"/>
    <w:rsid w:val="00121876"/>
    <w:rsid w:val="0012190C"/>
    <w:rsid w:val="001333CA"/>
    <w:rsid w:val="0014271B"/>
    <w:rsid w:val="001438B9"/>
    <w:rsid w:val="001474FA"/>
    <w:rsid w:val="00161232"/>
    <w:rsid w:val="00180B6F"/>
    <w:rsid w:val="00186203"/>
    <w:rsid w:val="001A7464"/>
    <w:rsid w:val="001B25EE"/>
    <w:rsid w:val="001B3191"/>
    <w:rsid w:val="001C046A"/>
    <w:rsid w:val="001E2972"/>
    <w:rsid w:val="001E64BC"/>
    <w:rsid w:val="002062AF"/>
    <w:rsid w:val="00217742"/>
    <w:rsid w:val="002404B3"/>
    <w:rsid w:val="00244C81"/>
    <w:rsid w:val="00261856"/>
    <w:rsid w:val="002679C9"/>
    <w:rsid w:val="00275979"/>
    <w:rsid w:val="00290F37"/>
    <w:rsid w:val="002970CA"/>
    <w:rsid w:val="002A2B6A"/>
    <w:rsid w:val="002C0E98"/>
    <w:rsid w:val="002C33F2"/>
    <w:rsid w:val="002D4AB6"/>
    <w:rsid w:val="002D71A2"/>
    <w:rsid w:val="002F07CA"/>
    <w:rsid w:val="002F368C"/>
    <w:rsid w:val="002F7E97"/>
    <w:rsid w:val="00300A39"/>
    <w:rsid w:val="003010D1"/>
    <w:rsid w:val="003012C4"/>
    <w:rsid w:val="00331533"/>
    <w:rsid w:val="00341B93"/>
    <w:rsid w:val="00345629"/>
    <w:rsid w:val="003546D9"/>
    <w:rsid w:val="003A1F73"/>
    <w:rsid w:val="003B513E"/>
    <w:rsid w:val="003D2278"/>
    <w:rsid w:val="00421CA9"/>
    <w:rsid w:val="00421CD6"/>
    <w:rsid w:val="00424B38"/>
    <w:rsid w:val="00446C05"/>
    <w:rsid w:val="00463060"/>
    <w:rsid w:val="004716DC"/>
    <w:rsid w:val="00480F10"/>
    <w:rsid w:val="00494F5E"/>
    <w:rsid w:val="004A72D3"/>
    <w:rsid w:val="004D1AB8"/>
    <w:rsid w:val="004D467C"/>
    <w:rsid w:val="004E6FA1"/>
    <w:rsid w:val="004F278F"/>
    <w:rsid w:val="004F405A"/>
    <w:rsid w:val="004F4FD3"/>
    <w:rsid w:val="00520009"/>
    <w:rsid w:val="0052339D"/>
    <w:rsid w:val="005252C1"/>
    <w:rsid w:val="005526CF"/>
    <w:rsid w:val="005608B2"/>
    <w:rsid w:val="00567A16"/>
    <w:rsid w:val="00596AF3"/>
    <w:rsid w:val="005B05E6"/>
    <w:rsid w:val="005D23D4"/>
    <w:rsid w:val="0063242A"/>
    <w:rsid w:val="00634E20"/>
    <w:rsid w:val="0064264D"/>
    <w:rsid w:val="00656B94"/>
    <w:rsid w:val="00663DEC"/>
    <w:rsid w:val="00674BD1"/>
    <w:rsid w:val="00682DF0"/>
    <w:rsid w:val="006A0EA6"/>
    <w:rsid w:val="006A20A6"/>
    <w:rsid w:val="006D4E2B"/>
    <w:rsid w:val="006F2397"/>
    <w:rsid w:val="00706759"/>
    <w:rsid w:val="007242FF"/>
    <w:rsid w:val="0074070A"/>
    <w:rsid w:val="00742CF9"/>
    <w:rsid w:val="00747F3C"/>
    <w:rsid w:val="007729FB"/>
    <w:rsid w:val="007842D5"/>
    <w:rsid w:val="007A6589"/>
    <w:rsid w:val="007F44D7"/>
    <w:rsid w:val="00802BF5"/>
    <w:rsid w:val="00807B25"/>
    <w:rsid w:val="008126A8"/>
    <w:rsid w:val="00815212"/>
    <w:rsid w:val="008257A0"/>
    <w:rsid w:val="0083149E"/>
    <w:rsid w:val="0083721A"/>
    <w:rsid w:val="00850AA5"/>
    <w:rsid w:val="0087042F"/>
    <w:rsid w:val="008746E3"/>
    <w:rsid w:val="00892BF9"/>
    <w:rsid w:val="008A2083"/>
    <w:rsid w:val="008A3610"/>
    <w:rsid w:val="008A4134"/>
    <w:rsid w:val="008B205F"/>
    <w:rsid w:val="008B445B"/>
    <w:rsid w:val="008B7A59"/>
    <w:rsid w:val="008C3F5B"/>
    <w:rsid w:val="008D500B"/>
    <w:rsid w:val="008F10E3"/>
    <w:rsid w:val="008F4152"/>
    <w:rsid w:val="008F5043"/>
    <w:rsid w:val="00902AD3"/>
    <w:rsid w:val="0090471E"/>
    <w:rsid w:val="00910509"/>
    <w:rsid w:val="00913088"/>
    <w:rsid w:val="0091791E"/>
    <w:rsid w:val="00947F87"/>
    <w:rsid w:val="00950796"/>
    <w:rsid w:val="009579C6"/>
    <w:rsid w:val="00964F6F"/>
    <w:rsid w:val="0097224F"/>
    <w:rsid w:val="00997633"/>
    <w:rsid w:val="009A6418"/>
    <w:rsid w:val="009B684E"/>
    <w:rsid w:val="009D4541"/>
    <w:rsid w:val="009E3D06"/>
    <w:rsid w:val="009E735B"/>
    <w:rsid w:val="009F378F"/>
    <w:rsid w:val="00A025F0"/>
    <w:rsid w:val="00A256FA"/>
    <w:rsid w:val="00A321D8"/>
    <w:rsid w:val="00A3794E"/>
    <w:rsid w:val="00A5050B"/>
    <w:rsid w:val="00A50994"/>
    <w:rsid w:val="00A636AF"/>
    <w:rsid w:val="00A77CB0"/>
    <w:rsid w:val="00A8647A"/>
    <w:rsid w:val="00A9621B"/>
    <w:rsid w:val="00AB0D6E"/>
    <w:rsid w:val="00AD637A"/>
    <w:rsid w:val="00AE0FA9"/>
    <w:rsid w:val="00AE5EE1"/>
    <w:rsid w:val="00B03412"/>
    <w:rsid w:val="00B15897"/>
    <w:rsid w:val="00B26189"/>
    <w:rsid w:val="00B4387E"/>
    <w:rsid w:val="00B528C9"/>
    <w:rsid w:val="00B94132"/>
    <w:rsid w:val="00B94D76"/>
    <w:rsid w:val="00B95B3D"/>
    <w:rsid w:val="00BA62FA"/>
    <w:rsid w:val="00BC397C"/>
    <w:rsid w:val="00BD08BE"/>
    <w:rsid w:val="00BD3DD4"/>
    <w:rsid w:val="00BD6041"/>
    <w:rsid w:val="00C03D74"/>
    <w:rsid w:val="00C14AF3"/>
    <w:rsid w:val="00C20C80"/>
    <w:rsid w:val="00C24056"/>
    <w:rsid w:val="00C45BED"/>
    <w:rsid w:val="00C45EE4"/>
    <w:rsid w:val="00C50014"/>
    <w:rsid w:val="00C507AE"/>
    <w:rsid w:val="00C562D4"/>
    <w:rsid w:val="00C63421"/>
    <w:rsid w:val="00C81E1C"/>
    <w:rsid w:val="00C917CD"/>
    <w:rsid w:val="00CA2C11"/>
    <w:rsid w:val="00CA3E3A"/>
    <w:rsid w:val="00CA499F"/>
    <w:rsid w:val="00CA572E"/>
    <w:rsid w:val="00CC1D85"/>
    <w:rsid w:val="00CD34C0"/>
    <w:rsid w:val="00CE65E3"/>
    <w:rsid w:val="00CF4B9C"/>
    <w:rsid w:val="00CF58F1"/>
    <w:rsid w:val="00D0488D"/>
    <w:rsid w:val="00D04EA3"/>
    <w:rsid w:val="00D07072"/>
    <w:rsid w:val="00D154E5"/>
    <w:rsid w:val="00D32DE4"/>
    <w:rsid w:val="00D43B14"/>
    <w:rsid w:val="00D61540"/>
    <w:rsid w:val="00D63979"/>
    <w:rsid w:val="00D913E4"/>
    <w:rsid w:val="00DA5679"/>
    <w:rsid w:val="00DB1096"/>
    <w:rsid w:val="00DC09DE"/>
    <w:rsid w:val="00DC1BAF"/>
    <w:rsid w:val="00DC2E07"/>
    <w:rsid w:val="00DC4624"/>
    <w:rsid w:val="00DC589B"/>
    <w:rsid w:val="00DD131A"/>
    <w:rsid w:val="00DD1C80"/>
    <w:rsid w:val="00DD4316"/>
    <w:rsid w:val="00DD5380"/>
    <w:rsid w:val="00DE02D9"/>
    <w:rsid w:val="00DE092E"/>
    <w:rsid w:val="00DE18BD"/>
    <w:rsid w:val="00DE38F4"/>
    <w:rsid w:val="00DF0AC2"/>
    <w:rsid w:val="00E04700"/>
    <w:rsid w:val="00E1180A"/>
    <w:rsid w:val="00E16DC3"/>
    <w:rsid w:val="00E27B3C"/>
    <w:rsid w:val="00E3461A"/>
    <w:rsid w:val="00E37075"/>
    <w:rsid w:val="00E37335"/>
    <w:rsid w:val="00E4383C"/>
    <w:rsid w:val="00E54FDA"/>
    <w:rsid w:val="00EA19F2"/>
    <w:rsid w:val="00EA74B7"/>
    <w:rsid w:val="00ED2D89"/>
    <w:rsid w:val="00F10BA4"/>
    <w:rsid w:val="00F125D8"/>
    <w:rsid w:val="00F1359D"/>
    <w:rsid w:val="00F21753"/>
    <w:rsid w:val="00F613A8"/>
    <w:rsid w:val="00F63AEC"/>
    <w:rsid w:val="00F7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1E1B1-B2BA-40B6-BDC4-1290F50E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0B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B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A572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6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C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46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C0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chanin\Desktop\!&#1055;&#1080;&#1089;&#1100;&#1084;&#1086;%20&#1082;&#1088;&#1072;&#1089;&#1085;&#1099;&#1081;%20&#1073;&#1083;&#1072;&#1085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FD9C5-6A44-4F25-AD8D-000A1B99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!Письмо красный бланк</Template>
  <TotalTime>43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petchanin</dc:creator>
  <cp:lastModifiedBy>Баранова Ирина Викторовна</cp:lastModifiedBy>
  <cp:revision>19</cp:revision>
  <cp:lastPrinted>2020-05-29T09:45:00Z</cp:lastPrinted>
  <dcterms:created xsi:type="dcterms:W3CDTF">2019-06-11T12:40:00Z</dcterms:created>
  <dcterms:modified xsi:type="dcterms:W3CDTF">2020-05-29T09:45:00Z</dcterms:modified>
</cp:coreProperties>
</file>